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A4" w:rsidRDefault="002113A4" w:rsidP="00386887">
      <w:pPr>
        <w:pStyle w:val="NoSpacing"/>
        <w:jc w:val="center"/>
        <w:rPr>
          <w:sz w:val="24"/>
          <w:szCs w:val="24"/>
        </w:rPr>
      </w:pPr>
      <w:r w:rsidRPr="00C92EEC">
        <w:rPr>
          <w:sz w:val="24"/>
          <w:szCs w:val="24"/>
        </w:rPr>
        <w:t>Аннотация к сказке «Встреча на Салыме».</w:t>
      </w:r>
    </w:p>
    <w:p w:rsidR="002113A4" w:rsidRDefault="002113A4" w:rsidP="00386887">
      <w:pPr>
        <w:pStyle w:val="NoSpacing"/>
        <w:jc w:val="center"/>
        <w:rPr>
          <w:sz w:val="24"/>
          <w:szCs w:val="24"/>
        </w:rPr>
      </w:pPr>
    </w:p>
    <w:p w:rsidR="002113A4" w:rsidRDefault="002113A4" w:rsidP="00C92E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«Встреча на Салыме» - это сказка в стихотворной форме, адресованная учащимся школьного возраста, посвящена  проблемам экологического воспитания детей. Героями являются рыбы, которые водятся в реках, озерах Северного края.</w:t>
      </w:r>
    </w:p>
    <w:p w:rsidR="002113A4" w:rsidRPr="00C92EEC" w:rsidRDefault="002113A4" w:rsidP="00C92E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Сказка интересна всем, кто задумывается об экологических проблемах края. В этом произведении нашли отражение особенности местной жизни, природы. Произведение расширяет кругозор читателей, а также подходит для инсценирования.</w:t>
      </w:r>
    </w:p>
    <w:sectPr w:rsidR="002113A4" w:rsidRPr="00C92EEC" w:rsidSect="003A6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3A4" w:rsidRDefault="002113A4" w:rsidP="00C55AEA">
      <w:pPr>
        <w:spacing w:after="0" w:line="240" w:lineRule="auto"/>
      </w:pPr>
      <w:r>
        <w:separator/>
      </w:r>
    </w:p>
  </w:endnote>
  <w:endnote w:type="continuationSeparator" w:id="1">
    <w:p w:rsidR="002113A4" w:rsidRDefault="002113A4" w:rsidP="00C5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3A4" w:rsidRDefault="002113A4" w:rsidP="00C55AEA">
      <w:pPr>
        <w:spacing w:after="0" w:line="240" w:lineRule="auto"/>
      </w:pPr>
      <w:r>
        <w:separator/>
      </w:r>
    </w:p>
  </w:footnote>
  <w:footnote w:type="continuationSeparator" w:id="1">
    <w:p w:rsidR="002113A4" w:rsidRDefault="002113A4" w:rsidP="00C55A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EEC"/>
    <w:rsid w:val="000509AE"/>
    <w:rsid w:val="00160E12"/>
    <w:rsid w:val="00165ADF"/>
    <w:rsid w:val="001C33A4"/>
    <w:rsid w:val="001E498C"/>
    <w:rsid w:val="002113A4"/>
    <w:rsid w:val="00321150"/>
    <w:rsid w:val="00386887"/>
    <w:rsid w:val="003A64A3"/>
    <w:rsid w:val="003F2E4A"/>
    <w:rsid w:val="0071351E"/>
    <w:rsid w:val="0093312F"/>
    <w:rsid w:val="00AE6CDF"/>
    <w:rsid w:val="00AF1174"/>
    <w:rsid w:val="00C36CAA"/>
    <w:rsid w:val="00C462CF"/>
    <w:rsid w:val="00C55AEA"/>
    <w:rsid w:val="00C92EEC"/>
    <w:rsid w:val="00CE0D4D"/>
    <w:rsid w:val="00D642A4"/>
    <w:rsid w:val="00DB6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4A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92EEC"/>
    <w:rPr>
      <w:lang w:eastAsia="en-US"/>
    </w:rPr>
  </w:style>
  <w:style w:type="paragraph" w:styleId="Header">
    <w:name w:val="header"/>
    <w:basedOn w:val="Normal"/>
    <w:link w:val="HeaderChar"/>
    <w:uiPriority w:val="99"/>
    <w:semiHidden/>
    <w:rsid w:val="00C5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55AE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5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55AE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90</TotalTime>
  <Pages>1</Pages>
  <Words>73</Words>
  <Characters>419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Ильвина</dc:creator>
  <cp:keywords/>
  <dc:description/>
  <cp:lastModifiedBy>Долгополова</cp:lastModifiedBy>
  <cp:revision>8</cp:revision>
  <dcterms:created xsi:type="dcterms:W3CDTF">2008-09-27T15:13:00Z</dcterms:created>
  <dcterms:modified xsi:type="dcterms:W3CDTF">2009-01-24T04:41:00Z</dcterms:modified>
</cp:coreProperties>
</file>